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EDFE21" w14:textId="77777777" w:rsidR="00A16359" w:rsidRPr="001C545E" w:rsidRDefault="00A16359" w:rsidP="00A16359"/>
    <w:p w14:paraId="363B0A69" w14:textId="13F7BEC7" w:rsidR="00A16359" w:rsidRPr="001C545E" w:rsidRDefault="00A16359" w:rsidP="00A16359">
      <w:pPr>
        <w:jc w:val="right"/>
      </w:pPr>
      <w:r w:rsidRPr="001C545E">
        <w:t xml:space="preserve"> </w:t>
      </w:r>
      <w:r w:rsidRPr="001C545E">
        <w:rPr>
          <w:b/>
          <w:bCs/>
        </w:rPr>
        <w:t xml:space="preserve">Anexa </w:t>
      </w:r>
      <w:r>
        <w:rPr>
          <w:b/>
          <w:bCs/>
        </w:rPr>
        <w:t>5</w:t>
      </w:r>
      <w:r w:rsidRPr="001C545E">
        <w:rPr>
          <w:b/>
          <w:bCs/>
        </w:rPr>
        <w:t xml:space="preserve"> </w:t>
      </w:r>
    </w:p>
    <w:p w14:paraId="120B307E" w14:textId="225EA240" w:rsidR="00A16359" w:rsidRDefault="00A16359" w:rsidP="00A16359">
      <w:pPr>
        <w:jc w:val="center"/>
        <w:rPr>
          <w:b/>
          <w:bCs/>
        </w:rPr>
      </w:pPr>
      <w:r w:rsidRPr="001C545E">
        <w:rPr>
          <w:b/>
          <w:bCs/>
        </w:rPr>
        <w:t>DECLARAȚIE BENEFICIAR AL AJUTORULUI DE MINIMIS</w:t>
      </w:r>
    </w:p>
    <w:p w14:paraId="7ABFD2BF" w14:textId="77777777" w:rsidR="00A16359" w:rsidRPr="001C545E" w:rsidRDefault="00A16359" w:rsidP="00A16359">
      <w:pPr>
        <w:jc w:val="center"/>
      </w:pPr>
    </w:p>
    <w:p w14:paraId="52501D27" w14:textId="2110FB1A" w:rsidR="00A16359" w:rsidRPr="001C545E" w:rsidRDefault="00A16359" w:rsidP="00A16359">
      <w:r w:rsidRPr="001C545E">
        <w:t xml:space="preserve">Subsemnatul/a…………………………......................, CNP………………..................., domiciliat/ă în............................................………, str. .......................................……., nr. .... bl....., sc......, ap..…, tel. mobil ..........................................., e-mail ......................................……......., in calitate de </w:t>
      </w:r>
      <w:r w:rsidRPr="001C545E">
        <w:rPr>
          <w:b/>
          <w:bCs/>
        </w:rPr>
        <w:t xml:space="preserve">beneficiar al ajutorului de </w:t>
      </w:r>
      <w:proofErr w:type="spellStart"/>
      <w:r w:rsidRPr="001C545E">
        <w:rPr>
          <w:b/>
          <w:bCs/>
        </w:rPr>
        <w:t>minimis</w:t>
      </w:r>
      <w:proofErr w:type="spellEnd"/>
      <w:r w:rsidRPr="001C545E">
        <w:rPr>
          <w:b/>
          <w:bCs/>
        </w:rPr>
        <w:t xml:space="preserve"> </w:t>
      </w:r>
      <w:r w:rsidRPr="001C545E">
        <w:t xml:space="preserve">în proiectului </w:t>
      </w:r>
      <w:r w:rsidRPr="001C545E">
        <w:rPr>
          <w:b/>
          <w:bCs/>
          <w:i/>
          <w:iCs/>
        </w:rPr>
        <w:t>"</w:t>
      </w:r>
      <w:r w:rsidR="009634BB" w:rsidRPr="009634BB">
        <w:t xml:space="preserve"> </w:t>
      </w:r>
      <w:r w:rsidR="009634BB" w:rsidRPr="009634BB">
        <w:rPr>
          <w:b/>
          <w:bCs/>
          <w:i/>
          <w:iCs/>
        </w:rPr>
        <w:t>ASOV-Antreprenori sociali în orașul viitorului</w:t>
      </w:r>
      <w:r w:rsidRPr="001C545E">
        <w:rPr>
          <w:b/>
          <w:bCs/>
          <w:i/>
          <w:iCs/>
        </w:rPr>
        <w:t>” – SMIS 312</w:t>
      </w:r>
      <w:r w:rsidR="00112B50">
        <w:rPr>
          <w:b/>
          <w:bCs/>
          <w:i/>
          <w:iCs/>
        </w:rPr>
        <w:t>19</w:t>
      </w:r>
      <w:r w:rsidR="009634BB">
        <w:rPr>
          <w:b/>
          <w:bCs/>
          <w:i/>
          <w:iCs/>
        </w:rPr>
        <w:t>8</w:t>
      </w:r>
      <w:r w:rsidRPr="001C545E">
        <w:rPr>
          <w:b/>
          <w:bCs/>
          <w:i/>
          <w:iCs/>
        </w:rPr>
        <w:t xml:space="preserve"> </w:t>
      </w:r>
      <w:r w:rsidRPr="001C545E">
        <w:t>declar urm</w:t>
      </w:r>
      <w:r>
        <w:t>ă</w:t>
      </w:r>
      <w:r w:rsidRPr="001C545E">
        <w:t xml:space="preserve">toarele: </w:t>
      </w:r>
    </w:p>
    <w:p w14:paraId="667B30AA" w14:textId="77777777" w:rsidR="00A16359" w:rsidRPr="001C545E" w:rsidRDefault="00A16359" w:rsidP="00A16359">
      <w:r w:rsidRPr="001C545E">
        <w:rPr>
          <w:rFonts w:ascii="Segoe UI Symbol" w:hAnsi="Segoe UI Symbol" w:cs="Segoe UI Symbol"/>
        </w:rPr>
        <w:t>☐</w:t>
      </w:r>
      <w:r w:rsidRPr="001C545E">
        <w:t xml:space="preserve"> Am fost informat de către Administratorul schemei de </w:t>
      </w:r>
      <w:proofErr w:type="spellStart"/>
      <w:r w:rsidRPr="001C545E">
        <w:t>minimis</w:t>
      </w:r>
      <w:proofErr w:type="spellEnd"/>
      <w:r w:rsidRPr="001C545E">
        <w:t xml:space="preserve"> cu privire la caracterul de </w:t>
      </w:r>
      <w:proofErr w:type="spellStart"/>
      <w:r w:rsidRPr="001C545E">
        <w:t>minimis</w:t>
      </w:r>
      <w:proofErr w:type="spellEnd"/>
      <w:r w:rsidRPr="001C545E">
        <w:t xml:space="preserve"> al ajutorului primit in proiect </w:t>
      </w:r>
    </w:p>
    <w:p w14:paraId="1F06DF3F" w14:textId="77777777" w:rsidR="00A16359" w:rsidRPr="001C545E" w:rsidRDefault="00A16359" w:rsidP="00A16359">
      <w:r w:rsidRPr="001C545E">
        <w:rPr>
          <w:rFonts w:ascii="Segoe UI Symbol" w:hAnsi="Segoe UI Symbol" w:cs="Segoe UI Symbol"/>
        </w:rPr>
        <w:t>☐</w:t>
      </w:r>
      <w:r w:rsidRPr="001C545E">
        <w:t xml:space="preserve"> Am fost informat de către Administratorul schemei de </w:t>
      </w:r>
      <w:proofErr w:type="spellStart"/>
      <w:r w:rsidRPr="001C545E">
        <w:t>minimis</w:t>
      </w:r>
      <w:proofErr w:type="spellEnd"/>
      <w:r w:rsidRPr="001C545E">
        <w:t xml:space="preserve"> cu privire la criteriile de acordare a ajutorului de </w:t>
      </w:r>
      <w:proofErr w:type="spellStart"/>
      <w:r w:rsidRPr="001C545E">
        <w:t>minimis</w:t>
      </w:r>
      <w:proofErr w:type="spellEnd"/>
      <w:r w:rsidRPr="001C545E">
        <w:t xml:space="preserve"> așa cum este acesta descris in Regulamentul 1407/2013. </w:t>
      </w:r>
    </w:p>
    <w:p w14:paraId="65AF4688" w14:textId="77777777" w:rsidR="00A16359" w:rsidRPr="001C545E" w:rsidRDefault="00A16359" w:rsidP="00A16359">
      <w:r w:rsidRPr="001C545E">
        <w:t xml:space="preserve">De asemenea sub sancțiunile declarațiilor în fals declar următoarele: </w:t>
      </w:r>
    </w:p>
    <w:p w14:paraId="1031B6A9" w14:textId="5171C28C" w:rsidR="00A16359" w:rsidRPr="001C545E" w:rsidRDefault="00A16359" w:rsidP="00A16359">
      <w:r w:rsidRPr="001C545E">
        <w:rPr>
          <w:rFonts w:ascii="Segoe UI Symbol" w:hAnsi="Segoe UI Symbol" w:cs="Segoe UI Symbol"/>
        </w:rPr>
        <w:t>☐</w:t>
      </w:r>
      <w:r w:rsidRPr="001C545E">
        <w:t xml:space="preserve"> Nu am beneficiat în ul</w:t>
      </w:r>
      <w:r>
        <w:rPr>
          <w:rFonts w:ascii="Calibri" w:eastAsia="Calibri" w:hAnsi="Calibri" w:cs="Calibri"/>
        </w:rPr>
        <w:t>ti</w:t>
      </w:r>
      <w:r w:rsidRPr="001C545E">
        <w:t>mii 3 ani consecu</w:t>
      </w:r>
      <w:r>
        <w:rPr>
          <w:rFonts w:ascii="Calibri" w:eastAsia="Calibri" w:hAnsi="Calibri" w:cs="Calibri"/>
        </w:rPr>
        <w:t>ti</w:t>
      </w:r>
      <w:r w:rsidRPr="001C545E">
        <w:t xml:space="preserve">vi de ajutoare de </w:t>
      </w:r>
      <w:proofErr w:type="spellStart"/>
      <w:r w:rsidRPr="001C545E">
        <w:t>minimis</w:t>
      </w:r>
      <w:proofErr w:type="spellEnd"/>
      <w:r w:rsidRPr="001C545E">
        <w:t xml:space="preserve"> finanțate din surse naționale sau comunitare </w:t>
      </w:r>
    </w:p>
    <w:p w14:paraId="5E393068" w14:textId="68FF1404" w:rsidR="00A16359" w:rsidRPr="001C545E" w:rsidRDefault="00A16359" w:rsidP="00A16359">
      <w:r w:rsidRPr="001C545E">
        <w:rPr>
          <w:rFonts w:ascii="Segoe UI Symbol" w:hAnsi="Segoe UI Symbol" w:cs="Segoe UI Symbol"/>
        </w:rPr>
        <w:t>☐</w:t>
      </w:r>
      <w:r w:rsidRPr="001C545E">
        <w:t xml:space="preserve"> Am beneficiat în ul</w:t>
      </w:r>
      <w:r>
        <w:rPr>
          <w:rFonts w:ascii="Calibri" w:eastAsia="Calibri" w:hAnsi="Calibri" w:cs="Calibri"/>
        </w:rPr>
        <w:t>ti</w:t>
      </w:r>
      <w:r w:rsidRPr="001C545E">
        <w:t>mii 3 ani consecu</w:t>
      </w:r>
      <w:r>
        <w:rPr>
          <w:rFonts w:ascii="Calibri" w:eastAsia="Calibri" w:hAnsi="Calibri" w:cs="Calibri"/>
        </w:rPr>
        <w:t>tivi</w:t>
      </w:r>
      <w:r w:rsidRPr="001C545E">
        <w:t xml:space="preserve"> (începând cu data de 01.08.2022) de ajutoare de </w:t>
      </w:r>
      <w:proofErr w:type="spellStart"/>
      <w:r w:rsidRPr="001C545E">
        <w:t>minimis</w:t>
      </w:r>
      <w:proofErr w:type="spellEnd"/>
      <w:r w:rsidRPr="001C545E">
        <w:t xml:space="preserve"> finanțate din surse naționale sau comunitare, după cum urmează: </w:t>
      </w:r>
    </w:p>
    <w:p w14:paraId="5302FCC4" w14:textId="77777777" w:rsidR="00A16359" w:rsidRPr="001C545E" w:rsidRDefault="00A16359" w:rsidP="00A16359">
      <w:r w:rsidRPr="001C545E">
        <w:t xml:space="preserve">Anul 2022 ____________________ lei </w:t>
      </w:r>
    </w:p>
    <w:p w14:paraId="34A7D620" w14:textId="77777777" w:rsidR="00A16359" w:rsidRPr="001C545E" w:rsidRDefault="00A16359" w:rsidP="00A16359">
      <w:r w:rsidRPr="001C545E">
        <w:t xml:space="preserve">Anul 2023 ____________________ lei </w:t>
      </w:r>
    </w:p>
    <w:p w14:paraId="25CE6B2F" w14:textId="77777777" w:rsidR="00A16359" w:rsidRPr="001C545E" w:rsidRDefault="00A16359" w:rsidP="00A16359">
      <w:r w:rsidRPr="001C545E">
        <w:t xml:space="preserve">Anul 2024 ____________________ lei </w:t>
      </w:r>
    </w:p>
    <w:p w14:paraId="7AF2B094" w14:textId="77777777" w:rsidR="00A16359" w:rsidRPr="001C545E" w:rsidRDefault="00A16359" w:rsidP="00A16359">
      <w:r w:rsidRPr="001C545E">
        <w:t xml:space="preserve">Anul 2025 ____________________ lei </w:t>
      </w:r>
    </w:p>
    <w:p w14:paraId="1D735A46" w14:textId="77777777" w:rsidR="00A16359" w:rsidRDefault="00A16359" w:rsidP="00A16359"/>
    <w:p w14:paraId="4B6D1B0C" w14:textId="1CAFC05C" w:rsidR="00A16359" w:rsidRDefault="00A16359" w:rsidP="00A16359">
      <w:r w:rsidRPr="001C545E">
        <w:t>Semnătura ____________________</w:t>
      </w:r>
    </w:p>
    <w:p w14:paraId="7D5DA755" w14:textId="77777777" w:rsidR="009B031C" w:rsidRDefault="009B031C"/>
    <w:sectPr w:rsidR="009B031C" w:rsidSect="00CA0524">
      <w:headerReference w:type="default" r:id="rId6"/>
      <w:pgSz w:w="11906" w:h="16838" w:code="9"/>
      <w:pgMar w:top="567" w:right="567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2685E" w14:textId="77777777" w:rsidR="00A16359" w:rsidRDefault="00A16359" w:rsidP="00CA0524">
      <w:pPr>
        <w:spacing w:after="0" w:line="240" w:lineRule="auto"/>
      </w:pPr>
      <w:r>
        <w:separator/>
      </w:r>
    </w:p>
  </w:endnote>
  <w:endnote w:type="continuationSeparator" w:id="0">
    <w:p w14:paraId="70BEABE7" w14:textId="77777777" w:rsidR="00A16359" w:rsidRDefault="00A16359" w:rsidP="00CA0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DE06E4" w14:textId="77777777" w:rsidR="00A16359" w:rsidRDefault="00A16359" w:rsidP="00CA0524">
      <w:pPr>
        <w:spacing w:after="0" w:line="240" w:lineRule="auto"/>
      </w:pPr>
      <w:r>
        <w:separator/>
      </w:r>
    </w:p>
  </w:footnote>
  <w:footnote w:type="continuationSeparator" w:id="0">
    <w:p w14:paraId="23FCF21A" w14:textId="77777777" w:rsidR="00A16359" w:rsidRDefault="00A16359" w:rsidP="00CA05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3AFAA1" w14:textId="77777777" w:rsidR="00CA0524" w:rsidRDefault="00CA0524" w:rsidP="00CA0524">
    <w:pPr>
      <w:pStyle w:val="Header"/>
      <w:jc w:val="center"/>
    </w:pPr>
    <w:r>
      <w:rPr>
        <w:noProof/>
      </w:rPr>
      <w:drawing>
        <wp:inline distT="0" distB="0" distL="0" distR="0" wp14:anchorId="7FEE2CE0" wp14:editId="6F3C82DC">
          <wp:extent cx="6299835" cy="901065"/>
          <wp:effectExtent l="0" t="0" r="5715" b="0"/>
          <wp:docPr id="46468377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4683774" name="Picture 46468377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99835" cy="901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DADE2BB" w14:textId="77777777" w:rsidR="00CA0524" w:rsidRDefault="00CA0524" w:rsidP="00CA0524">
    <w:pPr>
      <w:pStyle w:val="Header"/>
      <w:jc w:val="center"/>
    </w:pPr>
  </w:p>
  <w:tbl>
    <w:tblPr>
      <w:tblStyle w:val="TableGrid"/>
      <w:tblW w:w="0" w:type="auto"/>
      <w:tblLook w:val="04A0" w:firstRow="1" w:lastRow="0" w:firstColumn="1" w:lastColumn="0" w:noHBand="0" w:noVBand="1"/>
    </w:tblPr>
    <w:tblGrid>
      <w:gridCol w:w="9911"/>
    </w:tblGrid>
    <w:tr w:rsidR="00CA0524" w14:paraId="66136BE0" w14:textId="77777777" w:rsidTr="00CA0524">
      <w:tc>
        <w:tcPr>
          <w:tcW w:w="9911" w:type="dxa"/>
          <w:tcBorders>
            <w:top w:val="nil"/>
            <w:left w:val="nil"/>
            <w:bottom w:val="nil"/>
            <w:right w:val="nil"/>
          </w:tcBorders>
        </w:tcPr>
        <w:p w14:paraId="02DFFDAC" w14:textId="6516791D" w:rsidR="00CA0524" w:rsidRPr="00CA0524" w:rsidRDefault="009634BB" w:rsidP="00CA0524">
          <w:pPr>
            <w:pStyle w:val="Header"/>
            <w:jc w:val="center"/>
            <w:rPr>
              <w:b/>
              <w:bCs/>
              <w:sz w:val="28"/>
              <w:szCs w:val="28"/>
            </w:rPr>
          </w:pPr>
          <w:r w:rsidRPr="00045111">
            <w:rPr>
              <w:rFonts w:ascii="Calibri" w:hAnsi="Calibri" w:cs="Calibri"/>
              <w:b/>
              <w:bCs/>
              <w:sz w:val="28"/>
              <w:szCs w:val="28"/>
            </w:rPr>
            <w:t>ASOV-Antreprenori sociali în orașul viitorului - 312198</w:t>
          </w:r>
        </w:p>
      </w:tc>
    </w:tr>
  </w:tbl>
  <w:p w14:paraId="121E59A8" w14:textId="77777777" w:rsidR="00CA0524" w:rsidRDefault="00CA0524" w:rsidP="00CA0524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359"/>
    <w:rsid w:val="00112B50"/>
    <w:rsid w:val="001F6CF6"/>
    <w:rsid w:val="002A54F8"/>
    <w:rsid w:val="009634BB"/>
    <w:rsid w:val="009B031C"/>
    <w:rsid w:val="00A12BEB"/>
    <w:rsid w:val="00A16359"/>
    <w:rsid w:val="00A80EA3"/>
    <w:rsid w:val="00BB6F6E"/>
    <w:rsid w:val="00BC6ECD"/>
    <w:rsid w:val="00C20A1B"/>
    <w:rsid w:val="00CA0524"/>
    <w:rsid w:val="00E64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FCD3C9"/>
  <w15:chartTrackingRefBased/>
  <w15:docId w15:val="{CB4306C7-E8BA-47FC-80B3-06F8AE3D2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6359"/>
    <w:pPr>
      <w:spacing w:line="278" w:lineRule="auto"/>
    </w:pPr>
    <w:rPr>
      <w:rFonts w:eastAsiaTheme="minorEastAsia" w:cs="Times New Roman"/>
      <w:sz w:val="24"/>
      <w:szCs w:val="24"/>
      <w:lang w:eastAsia="ro-RO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A0524"/>
    <w:pPr>
      <w:tabs>
        <w:tab w:val="center" w:pos="4536"/>
        <w:tab w:val="right" w:pos="9072"/>
      </w:tabs>
      <w:spacing w:after="0" w:line="240" w:lineRule="auto"/>
    </w:pPr>
    <w:rPr>
      <w:rFonts w:eastAsiaTheme="minorHAnsi" w:cstheme="minorBidi"/>
      <w:sz w:val="22"/>
      <w:szCs w:val="22"/>
      <w:lang w:eastAsia="en-US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CA0524"/>
  </w:style>
  <w:style w:type="paragraph" w:styleId="Footer">
    <w:name w:val="footer"/>
    <w:basedOn w:val="Normal"/>
    <w:link w:val="FooterChar"/>
    <w:uiPriority w:val="99"/>
    <w:unhideWhenUsed/>
    <w:rsid w:val="00CA0524"/>
    <w:pPr>
      <w:tabs>
        <w:tab w:val="center" w:pos="4536"/>
        <w:tab w:val="right" w:pos="9072"/>
      </w:tabs>
      <w:spacing w:after="0" w:line="240" w:lineRule="auto"/>
    </w:pPr>
    <w:rPr>
      <w:rFonts w:eastAsiaTheme="minorHAnsi" w:cstheme="minorBidi"/>
      <w:sz w:val="22"/>
      <w:szCs w:val="22"/>
      <w:lang w:eastAsia="en-US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CA0524"/>
  </w:style>
  <w:style w:type="table" w:styleId="TableGrid">
    <w:name w:val="Table Grid"/>
    <w:basedOn w:val="TableNormal"/>
    <w:uiPriority w:val="39"/>
    <w:rsid w:val="00CA05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192.168.1.8\public\PAUL\template\312197\A4P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A4P</Template>
  <TotalTime>1</TotalTime>
  <Pages>1</Pages>
  <Words>204</Words>
  <Characters>1186</Characters>
  <Application>Microsoft Office Word</Application>
  <DocSecurity>0</DocSecurity>
  <Lines>9</Lines>
  <Paragraphs>2</Paragraphs>
  <ScaleCrop>false</ScaleCrop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Matei</dc:creator>
  <cp:keywords/>
  <dc:description/>
  <cp:lastModifiedBy>Paul Matei</cp:lastModifiedBy>
  <cp:revision>3</cp:revision>
  <dcterms:created xsi:type="dcterms:W3CDTF">2025-04-28T17:18:00Z</dcterms:created>
  <dcterms:modified xsi:type="dcterms:W3CDTF">2025-04-28T17:18:00Z</dcterms:modified>
</cp:coreProperties>
</file>